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A5B121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156B3B" w:rsidRPr="001238A8">
        <w:rPr>
          <w:b/>
          <w:color w:val="FF5200" w:themeColor="accent2"/>
          <w:sz w:val="36"/>
          <w:szCs w:val="36"/>
        </w:rPr>
        <w:t>„Výroba a dodání samolepek SOS 112 na přejezdy“</w:t>
      </w:r>
      <w:r w:rsidR="00156B3B" w:rsidRPr="00B87D91">
        <w:rPr>
          <w:b/>
          <w:color w:val="FF5200" w:themeColor="accent2"/>
          <w:sz w:val="36"/>
          <w:szCs w:val="36"/>
        </w:rPr>
        <w:t xml:space="preserve"> vedené </w:t>
      </w:r>
      <w:r w:rsidR="00156B3B" w:rsidRPr="001238A8">
        <w:rPr>
          <w:b/>
          <w:color w:val="FF5200" w:themeColor="accent2"/>
          <w:sz w:val="36"/>
          <w:szCs w:val="36"/>
        </w:rPr>
        <w:t xml:space="preserve">pod </w:t>
      </w:r>
      <w:r w:rsidR="00156B3B" w:rsidRPr="001238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56B3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53250</w:t>
      </w:r>
      <w:r w:rsidR="00156B3B" w:rsidRPr="001238A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20F6BCC" w14:textId="79352286" w:rsidR="00C9147D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6432853" w:history="1">
            <w:r w:rsidR="00C9147D" w:rsidRPr="00D66479">
              <w:rPr>
                <w:rStyle w:val="Hypertextovodkaz"/>
                <w:noProof/>
              </w:rPr>
              <w:t>Kapitola 1.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Základní údaje k nabídce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_Toc176432853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 w:rsidR="006F08F6">
              <w:rPr>
                <w:noProof/>
                <w:webHidden/>
              </w:rPr>
              <w:t>2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04A75943" w14:textId="5D422088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4" w:history="1">
            <w:r w:rsidR="00C9147D" w:rsidRPr="00D66479">
              <w:rPr>
                <w:rStyle w:val="Hypertextovodkaz"/>
                <w:noProof/>
              </w:rPr>
              <w:t>Kapitola 2.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Ceník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_Toc176432854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23182540" w14:textId="5127DE08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5" w:history="1">
            <w:r w:rsidR="00C9147D" w:rsidRPr="00D66479">
              <w:rPr>
                <w:rStyle w:val="Hypertextovodkaz"/>
                <w:noProof/>
              </w:rPr>
              <w:t>Kapitola 3.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 prohlášení o splnění základní způsobilosti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_Toc176432855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7059CDC8" w14:textId="4CE90A73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6" w:history="1">
            <w:r w:rsidR="00C9147D" w:rsidRPr="00D66479">
              <w:rPr>
                <w:rStyle w:val="Hypertextovodkaz"/>
                <w:noProof/>
              </w:rPr>
              <w:t>Kapitola 4.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 prohlášení účastníka o střetu zájmů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_Toc176432856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40386113" w14:textId="503AB4AA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7" w:history="1">
            <w:r w:rsidR="00C9147D" w:rsidRPr="00D66479">
              <w:rPr>
                <w:rStyle w:val="Hypertextovodkaz"/>
                <w:noProof/>
              </w:rPr>
              <w:t>Kapitola 5.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 prohlášení účastníka k neuzavření zakázaných dohod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_Toc176432857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4DF0F3A3" w14:textId="4B5CE33C" w:rsidR="00C9147D" w:rsidRDefault="006F08F6" w:rsidP="0082321B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8" w:history="1">
            <w:r w:rsidR="00C9147D" w:rsidRPr="00D66479">
              <w:rPr>
                <w:rStyle w:val="Hypertextovodkaz"/>
                <w:rFonts w:eastAsia="Times New Roman"/>
                <w:noProof/>
              </w:rPr>
              <w:t>Kapitola 6.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</w:t>
            </w:r>
            <w:r w:rsidR="00C9147D" w:rsidRPr="00D6647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_Toc176432858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2FBF96F9" w14:textId="4BC01DAE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59" w:history="1">
            <w:r w:rsidR="00C9147D" w:rsidRPr="00D66479">
              <w:rPr>
                <w:rStyle w:val="Hypertextovodkaz"/>
                <w:noProof/>
              </w:rPr>
              <w:t>Kapitola 7.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 prohlášení o splnění technické kvalifikace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_Toc176432859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640F915E" w14:textId="334FCEFF" w:rsidR="00C9147D" w:rsidRDefault="006F08F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6432860" w:history="1">
            <w:r w:rsidR="00C9147D" w:rsidRPr="00D66479">
              <w:rPr>
                <w:rStyle w:val="Hypertextovodkaz"/>
                <w:noProof/>
              </w:rPr>
              <w:t>Kapitola 8.</w:t>
            </w:r>
            <w:r w:rsidR="00C9147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9147D" w:rsidRPr="00D66479">
              <w:rPr>
                <w:rStyle w:val="Hypertextovodkaz"/>
                <w:noProof/>
              </w:rPr>
              <w:t>Čestné prohlášení o ekonomické kvalifikaci</w:t>
            </w:r>
            <w:r w:rsidR="00C9147D">
              <w:rPr>
                <w:noProof/>
                <w:webHidden/>
              </w:rPr>
              <w:tab/>
            </w:r>
            <w:r w:rsidR="00C9147D">
              <w:rPr>
                <w:noProof/>
                <w:webHidden/>
              </w:rPr>
              <w:fldChar w:fldCharType="begin"/>
            </w:r>
            <w:r w:rsidR="00C9147D">
              <w:rPr>
                <w:noProof/>
                <w:webHidden/>
              </w:rPr>
              <w:instrText xml:space="preserve"> PAGEREF _Toc176432860 \h </w:instrText>
            </w:r>
            <w:r w:rsidR="00C9147D">
              <w:rPr>
                <w:noProof/>
                <w:webHidden/>
              </w:rPr>
            </w:r>
            <w:r w:rsidR="00C9147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9147D">
              <w:rPr>
                <w:noProof/>
                <w:webHidden/>
              </w:rPr>
              <w:fldChar w:fldCharType="end"/>
            </w:r>
          </w:hyperlink>
        </w:p>
        <w:p w14:paraId="218BAFDF" w14:textId="426C46E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76432853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6E49807" w:rsidR="00A93A74" w:rsidRDefault="00156B3B" w:rsidP="00A134A1">
      <w:pPr>
        <w:spacing w:before="360"/>
      </w:pPr>
      <w:r>
        <w:t xml:space="preserve">Účastník prohlašuje, že veškeré údaje uvedené v tomto krycím listu, který je přílohou č. 1 Výzvy k podání nabídky na veřejnou zakázku zadávanou </w:t>
      </w:r>
      <w:r w:rsidRPr="001238A8">
        <w:t xml:space="preserve">jako </w:t>
      </w:r>
      <w:r w:rsidRPr="001238A8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pravdivé, úplné a odpovídají skutečnosti. Účastník si je vědom důsledků záměrného uvedení nepravdivých údajů, které v rovině tohoto výběrového řízení mohou vést až k vyloučení Účastníka z výběrového 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F08F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F08F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76432854"/>
      <w:r>
        <w:lastRenderedPageBreak/>
        <w:t>Ceník</w:t>
      </w:r>
      <w:bookmarkEnd w:id="2"/>
    </w:p>
    <w:p w14:paraId="3E5E9B0F" w14:textId="2721470D" w:rsidR="007E5951" w:rsidRPr="002072A0" w:rsidRDefault="00156B3B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1238A8">
        <w:rPr>
          <w:rStyle w:val="Siln"/>
          <w:b w:val="0"/>
          <w:bCs w:val="0"/>
        </w:rPr>
        <w:t>příloha č. 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>budoucí příloha č.</w:t>
      </w:r>
      <w:r>
        <w:rPr>
          <w:rStyle w:val="Siln"/>
          <w:b w:val="0"/>
          <w:bCs w:val="0"/>
          <w:i/>
          <w:iCs/>
        </w:rPr>
        <w:t xml:space="preserve"> 4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1238A8">
        <w:rPr>
          <w:rStyle w:val="Siln"/>
          <w:b w:val="0"/>
          <w:bCs w:val="0"/>
          <w:i/>
          <w:iCs/>
        </w:rPr>
        <w:t>Závazného vzoru Kupní smlouvy</w:t>
      </w:r>
      <w:r w:rsidRPr="001238A8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6432855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64328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6432857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643285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184F66" w14:textId="77777777" w:rsidR="008D7529" w:rsidRPr="00E85D44" w:rsidRDefault="008D7529" w:rsidP="008D7529">
      <w:pPr>
        <w:pStyle w:val="Nadpis2"/>
        <w:ind w:left="567"/>
      </w:pPr>
      <w:bookmarkStart w:id="7" w:name="_Toc157769563"/>
      <w:bookmarkStart w:id="8" w:name="_Toc176432859"/>
      <w:r w:rsidRPr="00E85D44">
        <w:t>Čestné prohlášení o splnění technické kvalifikace</w:t>
      </w:r>
      <w:bookmarkEnd w:id="7"/>
      <w:bookmarkEnd w:id="8"/>
    </w:p>
    <w:p w14:paraId="60AAA783" w14:textId="681A48AB" w:rsidR="008D7529" w:rsidRDefault="008D7529" w:rsidP="008D7529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</w:t>
      </w:r>
      <w:r w:rsidRPr="0082321B">
        <w:rPr>
          <w:lang w:eastAsia="cs-CZ"/>
        </w:rPr>
        <w:t>alespoň 1 významnou zakázku definovanou v čl. 9.5.1 Výzvy k podání nabídky v hodnotě 100 000 Kč bez DPH.</w:t>
      </w:r>
    </w:p>
    <w:p w14:paraId="0DE933EB" w14:textId="77777777" w:rsidR="008D7529" w:rsidRDefault="008D7529" w:rsidP="008D7529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D7529" w14:paraId="35AB3316" w14:textId="77777777" w:rsidTr="005A46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679845B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3ED76390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6813503F" w14:textId="77777777" w:rsidR="008D7529" w:rsidRPr="00471B29" w:rsidRDefault="008D7529" w:rsidP="005A464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47FA5EEC" w14:textId="77777777" w:rsidR="008D7529" w:rsidRDefault="008D7529" w:rsidP="005A464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B185BFF" w14:textId="77777777" w:rsidR="008D7529" w:rsidRPr="00471B29" w:rsidRDefault="008D7529" w:rsidP="005A464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08E44CB" w14:textId="77777777" w:rsidR="008D7529" w:rsidRPr="00471B29" w:rsidRDefault="008D7529" w:rsidP="005A464D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0CF1DCAB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D7529" w14:paraId="27E28C46" w14:textId="77777777" w:rsidTr="005A46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97DB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55D43" w14:textId="77777777" w:rsidR="008D7529" w:rsidRDefault="008D7529" w:rsidP="005A464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C87AFBB" w14:textId="77777777" w:rsidR="008D7529" w:rsidRDefault="008D7529" w:rsidP="005A464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4AFD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D7529" w14:paraId="7C978BA3" w14:textId="77777777" w:rsidTr="005A464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2C3465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FE2CDCC" w14:textId="77777777" w:rsidR="008D7529" w:rsidRDefault="008D7529" w:rsidP="005A464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FDF368" w14:textId="77777777" w:rsidR="008D7529" w:rsidRDefault="008D7529" w:rsidP="005A464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D6FE" w14:textId="77777777" w:rsidR="008D7529" w:rsidRDefault="008D7529" w:rsidP="005A46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E966E17" w14:textId="31461181" w:rsidR="000128D4" w:rsidRPr="000128D4" w:rsidRDefault="008D7529" w:rsidP="00F44645">
      <w:pPr>
        <w:pStyle w:val="Nadpis2"/>
      </w:pPr>
      <w:r>
        <w:br w:type="page"/>
      </w:r>
      <w:bookmarkStart w:id="9" w:name="_Toc176432860"/>
      <w:r w:rsidR="000128D4" w:rsidRPr="000128D4">
        <w:lastRenderedPageBreak/>
        <w:t>Čestné prohlášení o ekonomické kvalifikaci</w:t>
      </w:r>
      <w:bookmarkEnd w:id="9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7B43346A" w:rsidR="000128D4" w:rsidRPr="00156B3B" w:rsidRDefault="000128D4" w:rsidP="00471B29">
      <w:pPr>
        <w:rPr>
          <w:lang w:eastAsia="cs-CZ"/>
        </w:rPr>
      </w:pPr>
      <w:r w:rsidRPr="00156B3B">
        <w:rPr>
          <w:lang w:eastAsia="cs-CZ"/>
        </w:rPr>
        <w:t>minimální roční obrat dodavatele zjištěný podle zvláštních právních předpisů</w:t>
      </w:r>
      <w:r w:rsidRPr="00156B3B">
        <w:rPr>
          <w:vertAlign w:val="superscript"/>
          <w:lang w:eastAsia="cs-CZ"/>
        </w:rPr>
        <w:footnoteReference w:id="5"/>
      </w:r>
      <w:r w:rsidRPr="00156B3B">
        <w:rPr>
          <w:lang w:eastAsia="cs-CZ"/>
        </w:rPr>
        <w:t xml:space="preserve"> dosahoval výše </w:t>
      </w:r>
      <w:r w:rsidR="00156B3B" w:rsidRPr="00156B3B">
        <w:rPr>
          <w:lang w:eastAsia="cs-CZ"/>
        </w:rPr>
        <w:t>2.000.000</w:t>
      </w:r>
      <w:r w:rsidRPr="00156B3B">
        <w:rPr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D67C45" w:rsidRDefault="000128D4" w:rsidP="00471B29">
            <w:pPr>
              <w:rPr>
                <w:lang w:eastAsia="cs-CZ"/>
              </w:rPr>
            </w:pPr>
            <w:r w:rsidRPr="00D67C45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29AABDFE" w:rsidR="000128D4" w:rsidRPr="00D67C45" w:rsidRDefault="000128D4" w:rsidP="00156B3B">
            <w:pPr>
              <w:rPr>
                <w:lang w:eastAsia="cs-CZ"/>
              </w:rPr>
            </w:pPr>
            <w:r w:rsidRPr="00D67C45">
              <w:rPr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61E5439E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 w:rsidR="002126E7">
        <w:rPr>
          <w:highlight w:val="green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99FFF" w14:textId="77777777" w:rsidR="007F355A" w:rsidRDefault="007F355A" w:rsidP="00962258">
      <w:pPr>
        <w:spacing w:after="0" w:line="240" w:lineRule="auto"/>
      </w:pPr>
      <w:r>
        <w:separator/>
      </w:r>
    </w:p>
  </w:endnote>
  <w:endnote w:type="continuationSeparator" w:id="0">
    <w:p w14:paraId="14A07EAB" w14:textId="77777777" w:rsidR="007F355A" w:rsidRDefault="007F35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188444D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A1ADC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84B715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4D9188F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576F7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7F607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641232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08F6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05F21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F8F546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86C3E" w14:textId="77777777" w:rsidR="007F355A" w:rsidRDefault="007F355A" w:rsidP="00962258">
      <w:pPr>
        <w:spacing w:after="0" w:line="240" w:lineRule="auto"/>
      </w:pPr>
      <w:r>
        <w:separator/>
      </w:r>
    </w:p>
  </w:footnote>
  <w:footnote w:type="continuationSeparator" w:id="0">
    <w:p w14:paraId="2B93368E" w14:textId="77777777" w:rsidR="007F355A" w:rsidRDefault="007F355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851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56B3B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4560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08F6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355A"/>
    <w:rsid w:val="007F56A7"/>
    <w:rsid w:val="00807DD0"/>
    <w:rsid w:val="0082321B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D6DEB"/>
    <w:rsid w:val="008D752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2E45"/>
    <w:rsid w:val="00B66A3E"/>
    <w:rsid w:val="00B75EE1"/>
    <w:rsid w:val="00B77481"/>
    <w:rsid w:val="00B8518B"/>
    <w:rsid w:val="00B87D91"/>
    <w:rsid w:val="00B93EF0"/>
    <w:rsid w:val="00BC1402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147D"/>
    <w:rsid w:val="00CD1FC4"/>
    <w:rsid w:val="00CF53B5"/>
    <w:rsid w:val="00D21061"/>
    <w:rsid w:val="00D247B3"/>
    <w:rsid w:val="00D4108E"/>
    <w:rsid w:val="00D6163D"/>
    <w:rsid w:val="00D67C45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2445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A3F16-10B4-46DE-A69A-C777B811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10</Pages>
  <Words>1358</Words>
  <Characters>8017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Smeták Stanislav</cp:lastModifiedBy>
  <cp:revision>3</cp:revision>
  <cp:lastPrinted>2024-09-10T04:19:00Z</cp:lastPrinted>
  <dcterms:created xsi:type="dcterms:W3CDTF">2024-09-06T10:45:00Z</dcterms:created>
  <dcterms:modified xsi:type="dcterms:W3CDTF">2024-09-10T04:19:00Z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